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94AF2" w14:textId="77777777" w:rsidR="00B9678B" w:rsidRDefault="00B9678B">
      <w:pPr>
        <w:rPr>
          <w:sz w:val="30"/>
        </w:rPr>
      </w:pPr>
      <w:r>
        <w:rPr>
          <w:rFonts w:hint="eastAsia"/>
          <w:sz w:val="30"/>
        </w:rPr>
        <w:t>附件</w:t>
      </w:r>
      <w:r>
        <w:rPr>
          <w:rFonts w:hint="eastAsia"/>
          <w:sz w:val="30"/>
        </w:rPr>
        <w:t xml:space="preserve">3               </w:t>
      </w:r>
    </w:p>
    <w:p w14:paraId="135CC9BC" w14:textId="77777777" w:rsidR="00B9678B" w:rsidRDefault="00B9678B" w:rsidP="00592985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征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求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意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见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汇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总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表</w:t>
      </w:r>
    </w:p>
    <w:p w14:paraId="69B3DE07" w14:textId="21B3AE03" w:rsidR="00B9678B" w:rsidRDefault="00B9678B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国家计量</w:t>
      </w:r>
      <w:r w:rsidR="004E386D">
        <w:rPr>
          <w:rFonts w:hint="eastAsia"/>
          <w:sz w:val="24"/>
        </w:rPr>
        <w:t>技术规范</w:t>
      </w:r>
      <w:r>
        <w:rPr>
          <w:rFonts w:hint="eastAsia"/>
          <w:sz w:val="24"/>
        </w:rPr>
        <w:t>名称：</w:t>
      </w:r>
      <w:r w:rsidR="00607D05">
        <w:rPr>
          <w:sz w:val="24"/>
        </w:rPr>
        <w:t xml:space="preserve"> </w:t>
      </w:r>
    </w:p>
    <w:p w14:paraId="34599D3E" w14:textId="77777777" w:rsidR="00B9678B" w:rsidRDefault="004E386D" w:rsidP="00457AFC">
      <w:pPr>
        <w:spacing w:beforeLines="50" w:before="156" w:afterLines="50" w:after="156"/>
        <w:rPr>
          <w:sz w:val="24"/>
        </w:rPr>
      </w:pPr>
      <w:r w:rsidRPr="004E386D">
        <w:rPr>
          <w:rFonts w:hint="eastAsia"/>
          <w:sz w:val="24"/>
        </w:rPr>
        <w:t>提出单位</w:t>
      </w:r>
      <w:r w:rsidR="00B9678B">
        <w:rPr>
          <w:rFonts w:hint="eastAsia"/>
          <w:sz w:val="24"/>
        </w:rPr>
        <w:t>：</w:t>
      </w:r>
    </w:p>
    <w:p w14:paraId="6CF2202C" w14:textId="77777777" w:rsidR="004E386D" w:rsidRDefault="004E386D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联系人：</w:t>
      </w:r>
    </w:p>
    <w:p w14:paraId="1FC93138" w14:textId="77777777" w:rsidR="004E386D" w:rsidRDefault="004E386D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电话：</w:t>
      </w:r>
    </w:p>
    <w:p w14:paraId="0472074A" w14:textId="77777777" w:rsidR="00592985" w:rsidRDefault="00592985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日期：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771"/>
        <w:gridCol w:w="5509"/>
        <w:gridCol w:w="1935"/>
      </w:tblGrid>
      <w:tr w:rsidR="004E386D" w14:paraId="0F533C62" w14:textId="77777777" w:rsidTr="004E386D">
        <w:tc>
          <w:tcPr>
            <w:tcW w:w="375" w:type="pct"/>
            <w:vAlign w:val="center"/>
          </w:tcPr>
          <w:p w14:paraId="258E6279" w14:textId="77777777" w:rsidR="004E386D" w:rsidRDefault="004E386D" w:rsidP="00457AFC">
            <w:pPr>
              <w:spacing w:beforeLines="50" w:before="156"/>
              <w:jc w:val="center"/>
              <w:rPr>
                <w:sz w:val="28"/>
              </w:rPr>
            </w:pPr>
            <w:r w:rsidRPr="004E386D">
              <w:rPr>
                <w:rFonts w:hint="eastAsia"/>
                <w:sz w:val="24"/>
              </w:rPr>
              <w:t>序号</w:t>
            </w:r>
          </w:p>
        </w:tc>
        <w:tc>
          <w:tcPr>
            <w:tcW w:w="889" w:type="pct"/>
          </w:tcPr>
          <w:p w14:paraId="62648576" w14:textId="742BC4F8" w:rsidR="004E386D" w:rsidRDefault="004E386D" w:rsidP="00457AFC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国家计量</w:t>
            </w:r>
            <w:r w:rsidR="00DC4D36">
              <w:rPr>
                <w:rFonts w:hint="eastAsia"/>
                <w:sz w:val="24"/>
              </w:rPr>
              <w:t>校准</w:t>
            </w:r>
            <w:proofErr w:type="gramStart"/>
            <w:r w:rsidR="00DC4D36">
              <w:rPr>
                <w:rFonts w:hint="eastAsia"/>
                <w:sz w:val="24"/>
              </w:rPr>
              <w:t>规范</w:t>
            </w:r>
            <w:r>
              <w:rPr>
                <w:rFonts w:hint="eastAsia"/>
                <w:sz w:val="24"/>
              </w:rPr>
              <w:t>章条编号</w:t>
            </w:r>
            <w:proofErr w:type="gramEnd"/>
          </w:p>
        </w:tc>
        <w:tc>
          <w:tcPr>
            <w:tcW w:w="2765" w:type="pct"/>
          </w:tcPr>
          <w:p w14:paraId="4560E0F9" w14:textId="77777777" w:rsidR="004E386D" w:rsidRDefault="004E386D" w:rsidP="00457AFC">
            <w:pPr>
              <w:spacing w:beforeLines="50" w:before="156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意见内容</w:t>
            </w:r>
          </w:p>
        </w:tc>
        <w:tc>
          <w:tcPr>
            <w:tcW w:w="971" w:type="pct"/>
          </w:tcPr>
          <w:p w14:paraId="30A399E2" w14:textId="77777777" w:rsidR="004E386D" w:rsidRDefault="004E386D" w:rsidP="00457AFC">
            <w:pPr>
              <w:spacing w:beforeLines="50" w:before="156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注</w:t>
            </w:r>
          </w:p>
        </w:tc>
      </w:tr>
      <w:tr w:rsidR="004E386D" w14:paraId="368169CC" w14:textId="77777777" w:rsidTr="004E386D">
        <w:trPr>
          <w:trHeight w:val="752"/>
        </w:trPr>
        <w:tc>
          <w:tcPr>
            <w:tcW w:w="375" w:type="pct"/>
          </w:tcPr>
          <w:p w14:paraId="074047CF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480F7942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14ABC780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1D1129E8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569AC653" w14:textId="77777777" w:rsidTr="004E386D">
        <w:trPr>
          <w:trHeight w:val="746"/>
        </w:trPr>
        <w:tc>
          <w:tcPr>
            <w:tcW w:w="375" w:type="pct"/>
          </w:tcPr>
          <w:p w14:paraId="1DC479A6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157B942C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40F01EAC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56D57949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68D4FB79" w14:textId="77777777" w:rsidTr="004E386D">
        <w:trPr>
          <w:trHeight w:val="746"/>
        </w:trPr>
        <w:tc>
          <w:tcPr>
            <w:tcW w:w="375" w:type="pct"/>
          </w:tcPr>
          <w:p w14:paraId="0AB75212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35D42FF1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283FFB42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3996CA20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66077137" w14:textId="77777777" w:rsidTr="004E386D">
        <w:trPr>
          <w:trHeight w:val="746"/>
        </w:trPr>
        <w:tc>
          <w:tcPr>
            <w:tcW w:w="375" w:type="pct"/>
          </w:tcPr>
          <w:p w14:paraId="4DC04698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646115CD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7B8E387A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1A19ACD0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5A0FF191" w14:textId="77777777" w:rsidTr="004E386D">
        <w:trPr>
          <w:trHeight w:val="746"/>
        </w:trPr>
        <w:tc>
          <w:tcPr>
            <w:tcW w:w="375" w:type="pct"/>
          </w:tcPr>
          <w:p w14:paraId="468F3A06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7FB1D95C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64EC8ED0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622FAD15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386109C2" w14:textId="77777777" w:rsidTr="004E386D">
        <w:trPr>
          <w:trHeight w:val="746"/>
        </w:trPr>
        <w:tc>
          <w:tcPr>
            <w:tcW w:w="375" w:type="pct"/>
          </w:tcPr>
          <w:p w14:paraId="30B339F1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66C2AC76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555F29DF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3ED62548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6154DF00" w14:textId="77777777" w:rsidTr="004E386D">
        <w:trPr>
          <w:trHeight w:val="746"/>
        </w:trPr>
        <w:tc>
          <w:tcPr>
            <w:tcW w:w="375" w:type="pct"/>
          </w:tcPr>
          <w:p w14:paraId="7DC01FB4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4E8D407D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1BEFDE3E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5C2DBA67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36C47A81" w14:textId="77777777" w:rsidTr="004E386D">
        <w:trPr>
          <w:trHeight w:val="746"/>
        </w:trPr>
        <w:tc>
          <w:tcPr>
            <w:tcW w:w="375" w:type="pct"/>
          </w:tcPr>
          <w:p w14:paraId="0FFBFE2F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51531C3A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7C6EBE06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3F7CEE08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222E841F" w14:textId="77777777" w:rsidTr="004E386D">
        <w:trPr>
          <w:trHeight w:val="746"/>
        </w:trPr>
        <w:tc>
          <w:tcPr>
            <w:tcW w:w="375" w:type="pct"/>
          </w:tcPr>
          <w:p w14:paraId="2A9C7949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4FE5B7DD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3ACB8B07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2DA15B0B" w14:textId="77777777" w:rsidR="004E386D" w:rsidRDefault="004E386D">
            <w:pPr>
              <w:rPr>
                <w:sz w:val="28"/>
              </w:rPr>
            </w:pPr>
          </w:p>
        </w:tc>
      </w:tr>
    </w:tbl>
    <w:p w14:paraId="6D8F6BE8" w14:textId="77777777" w:rsidR="00423F4D" w:rsidRDefault="00423F4D"/>
    <w:sectPr w:rsidR="00423F4D" w:rsidSect="004E386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2FBF2" w14:textId="77777777" w:rsidR="00031DB7" w:rsidRDefault="00031DB7" w:rsidP="00607D05">
      <w:r>
        <w:separator/>
      </w:r>
    </w:p>
  </w:endnote>
  <w:endnote w:type="continuationSeparator" w:id="0">
    <w:p w14:paraId="1527B907" w14:textId="77777777" w:rsidR="00031DB7" w:rsidRDefault="00031DB7" w:rsidP="0060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31FDA" w14:textId="77777777" w:rsidR="00031DB7" w:rsidRDefault="00031DB7" w:rsidP="00607D05">
      <w:r>
        <w:separator/>
      </w:r>
    </w:p>
  </w:footnote>
  <w:footnote w:type="continuationSeparator" w:id="0">
    <w:p w14:paraId="0CF88740" w14:textId="77777777" w:rsidR="00031DB7" w:rsidRDefault="00031DB7" w:rsidP="00607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DF7"/>
    <w:rsid w:val="00031DB7"/>
    <w:rsid w:val="000B0125"/>
    <w:rsid w:val="0034669C"/>
    <w:rsid w:val="00423F4D"/>
    <w:rsid w:val="00457AFC"/>
    <w:rsid w:val="004E386D"/>
    <w:rsid w:val="00592985"/>
    <w:rsid w:val="00607D05"/>
    <w:rsid w:val="00804DF7"/>
    <w:rsid w:val="00814204"/>
    <w:rsid w:val="00A757BD"/>
    <w:rsid w:val="00B9678B"/>
    <w:rsid w:val="00D37B89"/>
    <w:rsid w:val="00DC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6E68EF"/>
  <w15:docId w15:val="{D22986F5-ED2B-4903-B5EF-4373019E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12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7D0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7D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7D0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WeChat%20Files\wxid_6s94xlqa6lcl12\FileStorage\File\2021-03\&#38468;&#20214;3&#65288;&#24449;&#27714;&#24847;&#35265;&#34920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附件3（征求意见表）</Template>
  <TotalTime>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附件3               </vt:lpstr>
    </vt:vector>
  </TitlesOfParts>
  <Company>NIM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个人用户</dc:creator>
  <cp:lastModifiedBy>S SH</cp:lastModifiedBy>
  <cp:revision>8</cp:revision>
  <dcterms:created xsi:type="dcterms:W3CDTF">2021-03-22T07:33:00Z</dcterms:created>
  <dcterms:modified xsi:type="dcterms:W3CDTF">2022-05-24T00:47:00Z</dcterms:modified>
</cp:coreProperties>
</file>